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204" w:rsidRDefault="002A2669" w:rsidP="00CB6204">
      <w:pPr>
        <w:pStyle w:val="Nagwek4"/>
        <w:rPr>
          <w:b/>
          <w:i w:val="0"/>
        </w:rPr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13335" t="8255" r="952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F631D8" w:rsidRPr="00F631D8">
        <w:rPr>
          <w:b/>
          <w:i w:val="0"/>
        </w:rPr>
        <w:t>1</w:t>
      </w:r>
    </w:p>
    <w:bookmarkEnd w:id="0"/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F631D8" w:rsidRPr="00F631D8">
        <w:rPr>
          <w:b/>
          <w:sz w:val="24"/>
        </w:rPr>
        <w:t>SS/10/2017/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F631D8" w:rsidRPr="00F631D8">
        <w:rPr>
          <w:b/>
        </w:rPr>
        <w:t>przetarg nieograniczony</w:t>
      </w:r>
      <w:r w:rsidR="00753DC1">
        <w:t xml:space="preserve"> na:</w:t>
      </w:r>
    </w:p>
    <w:p w:rsidR="0000184A" w:rsidRDefault="00F631D8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F631D8">
        <w:rPr>
          <w:b/>
          <w:sz w:val="24"/>
          <w:szCs w:val="24"/>
        </w:rPr>
        <w:t>Renowacja elewacji frontowych budynków wraz z termomodernizacją Oddziału Szkła i Materiałów Budowlanych przy ulicy Lipowej 3 w Krakowie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F631D8" w:rsidRPr="00F631D8">
        <w:rPr>
          <w:sz w:val="24"/>
          <w:szCs w:val="24"/>
        </w:rPr>
        <w:t>(t.j. Dz. U. z 2017 r. poz. 1579)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F631D8" w:rsidRPr="00F631D8">
        <w:rPr>
          <w:sz w:val="24"/>
          <w:szCs w:val="24"/>
        </w:rPr>
        <w:t>(t.j. Dz. U. z 2017 r. poz. 1579)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F631D8" w:rsidRPr="00F631D8">
        <w:rPr>
          <w:sz w:val="24"/>
          <w:szCs w:val="24"/>
        </w:rPr>
        <w:t>(t.j. Dz. U. z 2017 r. poz. 1579)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013" w:rsidRDefault="00BD4013">
      <w:r>
        <w:separator/>
      </w:r>
    </w:p>
  </w:endnote>
  <w:endnote w:type="continuationSeparator" w:id="0">
    <w:p w:rsidR="00BD4013" w:rsidRDefault="00BD4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2A2669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13335" t="6985" r="571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C26A06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A266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A266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1D8" w:rsidRDefault="00F631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013" w:rsidRDefault="00BD4013">
      <w:r>
        <w:separator/>
      </w:r>
    </w:p>
  </w:footnote>
  <w:footnote w:type="continuationSeparator" w:id="0">
    <w:p w:rsidR="00BD4013" w:rsidRDefault="00BD4013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1D8" w:rsidRDefault="00F631D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1D8" w:rsidRDefault="00F631D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1D8" w:rsidRDefault="00F631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26D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A2669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026D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D4013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1E02"/>
    <w:rsid w:val="00F46593"/>
    <w:rsid w:val="00F568D6"/>
    <w:rsid w:val="00F631D8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EF438DC-3EB3-4066-9E61-269D6CAE5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F5CB2-0871-4455-9AF5-20407FF0B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2010-01-07T08:39:00Z</cp:lastPrinted>
  <dcterms:created xsi:type="dcterms:W3CDTF">2017-10-06T06:24:00Z</dcterms:created>
  <dcterms:modified xsi:type="dcterms:W3CDTF">2017-10-06T06:24:00Z</dcterms:modified>
</cp:coreProperties>
</file>