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0D576A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92425C" w:rsidRPr="0092425C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92425C" w:rsidRPr="0092425C">
        <w:rPr>
          <w:b/>
          <w:sz w:val="24"/>
        </w:rPr>
        <w:t>SS/13/2016/olej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92425C" w:rsidRPr="0092425C">
        <w:rPr>
          <w:b/>
        </w:rPr>
        <w:t>przetarg nieograniczony</w:t>
      </w:r>
      <w:r w:rsidR="00753DC1">
        <w:t xml:space="preserve"> na:</w:t>
      </w:r>
    </w:p>
    <w:p w:rsidR="0000184A" w:rsidRDefault="0092425C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92425C">
        <w:rPr>
          <w:b/>
          <w:sz w:val="24"/>
          <w:szCs w:val="24"/>
        </w:rPr>
        <w:t>Sukcesywna dostawa oleju opałowego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92425C" w:rsidRPr="0092425C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92425C" w:rsidRPr="0092425C">
        <w:rPr>
          <w:sz w:val="24"/>
          <w:szCs w:val="24"/>
        </w:rPr>
        <w:t>(Dz. U. z 2015 r. poz. 2164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92425C" w:rsidRPr="0092425C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916" w:rsidRDefault="00B56916">
      <w:r>
        <w:separator/>
      </w:r>
    </w:p>
  </w:endnote>
  <w:endnote w:type="continuationSeparator" w:id="0">
    <w:p w:rsidR="00B56916" w:rsidRDefault="00B5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0D576A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61D9F3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D576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D576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25C" w:rsidRDefault="009242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916" w:rsidRDefault="00B56916">
      <w:r>
        <w:separator/>
      </w:r>
    </w:p>
  </w:footnote>
  <w:footnote w:type="continuationSeparator" w:id="0">
    <w:p w:rsidR="00B56916" w:rsidRDefault="00B56916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25C" w:rsidRDefault="009242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25C" w:rsidRDefault="0092425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25C" w:rsidRDefault="009242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87"/>
    <w:rsid w:val="0000184A"/>
    <w:rsid w:val="00012997"/>
    <w:rsid w:val="000621A2"/>
    <w:rsid w:val="00075CEC"/>
    <w:rsid w:val="000D576A"/>
    <w:rsid w:val="00106AC7"/>
    <w:rsid w:val="00111985"/>
    <w:rsid w:val="00124EB2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2425C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56916"/>
    <w:rsid w:val="00BE6092"/>
    <w:rsid w:val="00C23587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DD958D-9549-4578-8C97-FAD21CC0D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FB2B0-283E-45C8-9DA8-565948915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2016-12-01T11:27:00Z</cp:lastPrinted>
  <dcterms:created xsi:type="dcterms:W3CDTF">2016-12-01T11:27:00Z</dcterms:created>
  <dcterms:modified xsi:type="dcterms:W3CDTF">2016-12-01T11:27:00Z</dcterms:modified>
</cp:coreProperties>
</file>