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6B4CCD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8C5561" w:rsidRPr="008C5561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8C5561" w:rsidRPr="008C5561">
        <w:rPr>
          <w:b/>
          <w:sz w:val="24"/>
        </w:rPr>
        <w:t>SS/14/2016/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8C5561" w:rsidRPr="008C5561">
        <w:rPr>
          <w:b/>
        </w:rPr>
        <w:t>przetarg nieograniczony</w:t>
      </w:r>
      <w:r w:rsidR="00753DC1">
        <w:t xml:space="preserve"> na:</w:t>
      </w:r>
    </w:p>
    <w:p w:rsidR="0000184A" w:rsidRDefault="008C5561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8C5561">
        <w:rPr>
          <w:b/>
          <w:sz w:val="24"/>
          <w:szCs w:val="24"/>
        </w:rPr>
        <w:t>Przebudowa dojazdu do istniejących wiat magazynowych oraz placów manewrowych wraz z odcinkiem ciągu pieszo - jezdnego na dz. Nr 1/5 przy ul. Cementowej w Krakowie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8C5561" w:rsidRPr="008C5561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8C5561" w:rsidRPr="008C5561">
        <w:rPr>
          <w:sz w:val="24"/>
          <w:szCs w:val="24"/>
        </w:rPr>
        <w:t>(Dz. U. z 2015 r. poz. 2164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8C5561" w:rsidRPr="008C5561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634" w:rsidRDefault="007B6634">
      <w:r>
        <w:separator/>
      </w:r>
    </w:p>
  </w:endnote>
  <w:endnote w:type="continuationSeparator" w:id="0">
    <w:p w:rsidR="007B6634" w:rsidRDefault="007B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B4CC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E810A6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B4CC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B4CC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561" w:rsidRDefault="008C55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634" w:rsidRDefault="007B6634">
      <w:r>
        <w:separator/>
      </w:r>
    </w:p>
  </w:footnote>
  <w:footnote w:type="continuationSeparator" w:id="0">
    <w:p w:rsidR="007B6634" w:rsidRDefault="007B6634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</w:t>
      </w:r>
      <w:bookmarkStart w:id="0" w:name="_GoBack"/>
      <w:bookmarkEnd w:id="0"/>
      <w:r w:rsidRPr="00312A4F">
        <w:rPr>
          <w:sz w:val="16"/>
          <w:szCs w:val="16"/>
        </w:rPr>
        <w:t>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561" w:rsidRDefault="008C55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561" w:rsidRDefault="008C556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561" w:rsidRDefault="008C55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7F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2F477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4CCD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B6634"/>
    <w:rsid w:val="007D36CE"/>
    <w:rsid w:val="008032C1"/>
    <w:rsid w:val="008460DE"/>
    <w:rsid w:val="00882E9F"/>
    <w:rsid w:val="008843C0"/>
    <w:rsid w:val="008A0D67"/>
    <w:rsid w:val="008B3C7B"/>
    <w:rsid w:val="008C5561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613036-5052-4825-8D49-1DA9168D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D6284-564E-4802-8395-EC8DBC9A6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2016-10-19T12:29:00Z</cp:lastPrinted>
  <dcterms:created xsi:type="dcterms:W3CDTF">2016-10-19T12:29:00Z</dcterms:created>
  <dcterms:modified xsi:type="dcterms:W3CDTF">2016-10-19T12:29:00Z</dcterms:modified>
</cp:coreProperties>
</file>