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F14630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C93E46" w:rsidRPr="00C93E46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C93E46" w:rsidRPr="00C93E46">
        <w:rPr>
          <w:b/>
          <w:sz w:val="24"/>
        </w:rPr>
        <w:t>SS/12/2016/</w:t>
      </w:r>
      <w:r w:rsidR="00725066">
        <w:rPr>
          <w:b/>
          <w:sz w:val="24"/>
        </w:rPr>
        <w:t>piaski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C93E46" w:rsidRPr="00C93E46">
        <w:rPr>
          <w:b/>
        </w:rPr>
        <w:t>przetarg nieograniczony</w:t>
      </w:r>
      <w:r w:rsidR="00753DC1">
        <w:t xml:space="preserve"> na:</w:t>
      </w:r>
    </w:p>
    <w:p w:rsidR="0000184A" w:rsidRDefault="00C93E46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C93E46">
        <w:rPr>
          <w:b/>
          <w:sz w:val="24"/>
          <w:szCs w:val="24"/>
        </w:rPr>
        <w:t>Piaski i żwirki filtracyjne suche.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C93E46" w:rsidRPr="00C93E46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C93E46" w:rsidRPr="00C93E46">
        <w:rPr>
          <w:sz w:val="24"/>
          <w:szCs w:val="24"/>
        </w:rPr>
        <w:t>(Dz. U. z 2015 r. poz. 2164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C93E46" w:rsidRPr="00C93E46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0B7" w:rsidRDefault="004060B7">
      <w:r>
        <w:separator/>
      </w:r>
    </w:p>
  </w:endnote>
  <w:endnote w:type="continuationSeparator" w:id="0">
    <w:p w:rsidR="004060B7" w:rsidRDefault="00406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14630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01757E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1463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1463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46" w:rsidRDefault="00C93E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0B7" w:rsidRDefault="004060B7">
      <w:r>
        <w:separator/>
      </w:r>
    </w:p>
  </w:footnote>
  <w:footnote w:type="continuationSeparator" w:id="0">
    <w:p w:rsidR="004060B7" w:rsidRDefault="004060B7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46" w:rsidRDefault="00C93E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46" w:rsidRDefault="00C93E4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46" w:rsidRDefault="00C93E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FAE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060B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25066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46FAE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93E46"/>
    <w:rsid w:val="00CB6204"/>
    <w:rsid w:val="00CC527A"/>
    <w:rsid w:val="00D74F94"/>
    <w:rsid w:val="00DD482A"/>
    <w:rsid w:val="00DE0396"/>
    <w:rsid w:val="00DE0405"/>
    <w:rsid w:val="00DE252B"/>
    <w:rsid w:val="00E37A20"/>
    <w:rsid w:val="00EB4514"/>
    <w:rsid w:val="00EB5766"/>
    <w:rsid w:val="00EC667E"/>
    <w:rsid w:val="00F14630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62708C-36A1-457F-8FC0-141F87973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E8516-E91D-48F1-A9A7-C364CE52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2010-01-07T08:39:00Z</cp:lastPrinted>
  <dcterms:created xsi:type="dcterms:W3CDTF">2016-10-12T06:05:00Z</dcterms:created>
  <dcterms:modified xsi:type="dcterms:W3CDTF">2016-10-12T06:05:00Z</dcterms:modified>
</cp:coreProperties>
</file>