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1446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47120" w:rsidRPr="00847120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47120" w:rsidRPr="00847120">
        <w:rPr>
          <w:b/>
          <w:sz w:val="24"/>
        </w:rPr>
        <w:t>SS/11/2014/prasa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47120" w:rsidRPr="00847120">
        <w:rPr>
          <w:b/>
        </w:rPr>
        <w:t>przetarg nieograniczony</w:t>
      </w:r>
      <w:r w:rsidR="00753DC1">
        <w:t xml:space="preserve"> na:</w:t>
      </w:r>
    </w:p>
    <w:p w:rsidR="0000184A" w:rsidRDefault="0084712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47120">
        <w:rPr>
          <w:b/>
          <w:sz w:val="24"/>
          <w:szCs w:val="24"/>
        </w:rPr>
        <w:t>Zakup aparatury naukowo-badawczej do badania trwałości betonu i składników do jego produkcji  -  Dostawa urządzeń do badań wytrzymałości na zginanie , ściskanie, modułu sprężystości przy zginaniu i ściskaniu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47120" w:rsidRPr="0084712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47120" w:rsidRPr="00847120">
        <w:rPr>
          <w:sz w:val="24"/>
          <w:szCs w:val="24"/>
        </w:rPr>
        <w:t>(t.j. Dz. U. z 2013 r. poz. 907, z późn.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847120" w:rsidRPr="0084712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82" w:rsidRDefault="00E26482">
      <w:r>
        <w:separator/>
      </w:r>
    </w:p>
  </w:endnote>
  <w:endnote w:type="continuationSeparator" w:id="0">
    <w:p w:rsidR="00E26482" w:rsidRDefault="00E2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1446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144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144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0" w:rsidRDefault="00847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82" w:rsidRDefault="00E26482">
      <w:r>
        <w:separator/>
      </w:r>
    </w:p>
  </w:footnote>
  <w:footnote w:type="continuationSeparator" w:id="0">
    <w:p w:rsidR="00E26482" w:rsidRDefault="00E26482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0" w:rsidRDefault="008471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0" w:rsidRDefault="008471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20" w:rsidRDefault="008471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0F"/>
    <w:rsid w:val="0000184A"/>
    <w:rsid w:val="00012997"/>
    <w:rsid w:val="000621A2"/>
    <w:rsid w:val="00075CEC"/>
    <w:rsid w:val="000D5400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14464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1040F"/>
    <w:rsid w:val="008460DE"/>
    <w:rsid w:val="00847120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D74F94"/>
    <w:rsid w:val="00DD482A"/>
    <w:rsid w:val="00DE0396"/>
    <w:rsid w:val="00DE0405"/>
    <w:rsid w:val="00DE252B"/>
    <w:rsid w:val="00E26482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A1CB3-C5DC-4881-A986-F7885A61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2010-01-07T08:39:00Z</cp:lastPrinted>
  <dcterms:created xsi:type="dcterms:W3CDTF">2014-10-20T09:02:00Z</dcterms:created>
  <dcterms:modified xsi:type="dcterms:W3CDTF">2014-10-20T09:02:00Z</dcterms:modified>
</cp:coreProperties>
</file>